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DE" w:rsidRDefault="00380E08" w:rsidP="00380E08">
      <w:pPr>
        <w:pStyle w:val="Title"/>
      </w:pPr>
      <w:r>
        <w:t xml:space="preserve">Current Events Fridays </w:t>
      </w:r>
    </w:p>
    <w:p w:rsidR="00380E08" w:rsidRPr="003D6B1D" w:rsidRDefault="00380E08" w:rsidP="00380E08">
      <w:pPr>
        <w:pStyle w:val="Subtitle"/>
        <w:rPr>
          <w:b/>
          <w:color w:val="auto"/>
        </w:rPr>
      </w:pPr>
      <w:r w:rsidRPr="003D6B1D">
        <w:rPr>
          <w:b/>
          <w:color w:val="auto"/>
        </w:rPr>
        <w:t xml:space="preserve">Name:  </w:t>
      </w:r>
    </w:p>
    <w:p w:rsidR="00380E08" w:rsidRPr="003D6B1D" w:rsidRDefault="00380E08" w:rsidP="00380E08">
      <w:pPr>
        <w:pStyle w:val="Subtitle"/>
        <w:rPr>
          <w:b/>
          <w:color w:val="auto"/>
        </w:rPr>
      </w:pPr>
      <w:r w:rsidRPr="003D6B1D">
        <w:rPr>
          <w:b/>
          <w:color w:val="auto"/>
        </w:rPr>
        <w:t>Topic:</w:t>
      </w:r>
    </w:p>
    <w:p w:rsidR="00380E08" w:rsidRPr="003D6B1D" w:rsidRDefault="00380E08" w:rsidP="00380E08">
      <w:pPr>
        <w:pStyle w:val="Subtitle"/>
        <w:rPr>
          <w:b/>
          <w:color w:val="auto"/>
        </w:rPr>
      </w:pPr>
      <w:r w:rsidRPr="003D6B1D">
        <w:rPr>
          <w:b/>
          <w:color w:val="auto"/>
        </w:rPr>
        <w:t>Article Title:</w:t>
      </w:r>
    </w:p>
    <w:p w:rsidR="00380E08" w:rsidRPr="003D6B1D" w:rsidRDefault="00380E08" w:rsidP="00380E08">
      <w:pPr>
        <w:pStyle w:val="Subtitle"/>
        <w:rPr>
          <w:b/>
          <w:color w:val="auto"/>
        </w:rPr>
      </w:pPr>
      <w:r w:rsidRPr="003D6B1D">
        <w:rPr>
          <w:b/>
          <w:color w:val="auto"/>
        </w:rPr>
        <w:t>Summary:</w:t>
      </w: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pStyle w:val="Subtitle"/>
        <w:rPr>
          <w:b/>
          <w:color w:val="auto"/>
        </w:rPr>
      </w:pPr>
      <w:r w:rsidRPr="003D6B1D">
        <w:rPr>
          <w:b/>
          <w:color w:val="auto"/>
        </w:rPr>
        <w:t>Reaction/Significance:</w:t>
      </w: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pStyle w:val="Subtitle"/>
        <w:rPr>
          <w:b/>
          <w:color w:val="auto"/>
        </w:rPr>
      </w:pPr>
      <w:r w:rsidRPr="003D6B1D">
        <w:rPr>
          <w:b/>
          <w:color w:val="auto"/>
        </w:rPr>
        <w:t>MLA Citation</w:t>
      </w:r>
    </w:p>
    <w:p w:rsidR="00380E08" w:rsidRPr="003D6B1D" w:rsidRDefault="00380E08" w:rsidP="00380E08">
      <w:pPr>
        <w:rPr>
          <w:b/>
        </w:rPr>
      </w:pPr>
    </w:p>
    <w:p w:rsidR="00380E08" w:rsidRPr="003D6B1D" w:rsidRDefault="00380E08" w:rsidP="00380E08">
      <w:pPr>
        <w:rPr>
          <w:b/>
          <w:sz w:val="24"/>
          <w:szCs w:val="24"/>
        </w:rPr>
      </w:pPr>
      <w:r w:rsidRPr="003D6B1D">
        <w:rPr>
          <w:b/>
          <w:sz w:val="24"/>
          <w:szCs w:val="24"/>
        </w:rPr>
        <w:t xml:space="preserve">*Attach article to the assignment, please!  </w:t>
      </w:r>
    </w:p>
    <w:sectPr w:rsidR="00380E08" w:rsidRPr="003D6B1D" w:rsidSect="00F65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3D6B1D"/>
    <w:rsid w:val="00320FDB"/>
    <w:rsid w:val="00355BEB"/>
    <w:rsid w:val="00380E08"/>
    <w:rsid w:val="003D6B1D"/>
    <w:rsid w:val="00447241"/>
    <w:rsid w:val="00AE1CD9"/>
    <w:rsid w:val="00EE5B39"/>
    <w:rsid w:val="00F6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E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E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0E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ocuments\11%20AP%20Language%20and%20Composition\Current%20Events%20Fridays\Current%20Events%20Friday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Current Events Fridays.dotx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DCPS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2011-08-24T18:27:00Z</dcterms:created>
  <dcterms:modified xsi:type="dcterms:W3CDTF">2011-08-24T18:27:00Z</dcterms:modified>
</cp:coreProperties>
</file>